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D49DA" w14:paraId="71B56870" w14:textId="77777777" w:rsidTr="00146EEC">
        <w:tc>
          <w:tcPr>
            <w:tcW w:w="2689" w:type="dxa"/>
          </w:tcPr>
          <w:p w14:paraId="39CE7822" w14:textId="1D8B24EA" w:rsidR="002D49DA" w:rsidRPr="002D49DA" w:rsidRDefault="002D49DA" w:rsidP="002D49DA">
            <w:pPr>
              <w:pStyle w:val="SIText"/>
            </w:pPr>
            <w:r w:rsidRPr="002D49DA">
              <w:t>Release 1</w:t>
            </w:r>
          </w:p>
        </w:tc>
        <w:tc>
          <w:tcPr>
            <w:tcW w:w="6939" w:type="dxa"/>
          </w:tcPr>
          <w:p w14:paraId="40E37968" w14:textId="5D986D7E" w:rsidR="002D49DA" w:rsidRPr="002D49DA" w:rsidRDefault="002D49DA" w:rsidP="002D49DA">
            <w:pPr>
              <w:pStyle w:val="SIText"/>
            </w:pPr>
            <w:r w:rsidRPr="002D49DA">
              <w:t xml:space="preserve">This version released with FWP Forest and Wood Products Training Package Version </w:t>
            </w:r>
            <w:r w:rsidR="00A05002">
              <w:t>7</w:t>
            </w:r>
            <w:r w:rsidRPr="002D49DA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895EDB8" w:rsidR="00F1480E" w:rsidRPr="000754EC" w:rsidRDefault="00EA2FCF" w:rsidP="000754EC">
            <w:pPr>
              <w:pStyle w:val="SIUNITCODE"/>
            </w:pPr>
            <w:r w:rsidRPr="00EA2FCF">
              <w:t>FWP</w:t>
            </w:r>
            <w:r w:rsidR="00DE6E0D">
              <w:t>FGM</w:t>
            </w:r>
            <w:r w:rsidR="00BB6523">
              <w:t>5</w:t>
            </w:r>
            <w:r w:rsidR="00A05002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0831478F" w:rsidR="00F1480E" w:rsidRPr="000754EC" w:rsidRDefault="00A05002" w:rsidP="000754EC">
            <w:pPr>
              <w:pStyle w:val="SIUnittitle"/>
            </w:pPr>
            <w:r w:rsidRPr="00A05002">
              <w:t>Contribute to and implement a forest inventory program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6D5681" w14:textId="0764737F" w:rsidR="006669A2" w:rsidRPr="00F575A4" w:rsidRDefault="006669A2" w:rsidP="00F575A4">
            <w:pPr>
              <w:pStyle w:val="SIText"/>
            </w:pPr>
            <w:r w:rsidRPr="00F575A4">
              <w:t xml:space="preserve">This unit of competency describes the </w:t>
            </w:r>
            <w:r w:rsidR="00F575A4" w:rsidRPr="00F575A4">
              <w:t xml:space="preserve">skills and knowledge </w:t>
            </w:r>
            <w:r w:rsidRPr="00F575A4">
              <w:t xml:space="preserve">required to </w:t>
            </w:r>
            <w:r w:rsidR="00F575A4">
              <w:t xml:space="preserve">contribute to the </w:t>
            </w:r>
            <w:r w:rsidRPr="00F575A4">
              <w:t>plan</w:t>
            </w:r>
            <w:r w:rsidR="00F575A4">
              <w:t>ning</w:t>
            </w:r>
            <w:r w:rsidRPr="00F575A4">
              <w:t xml:space="preserve"> and manage</w:t>
            </w:r>
            <w:r w:rsidR="00F575A4">
              <w:t>ment of</w:t>
            </w:r>
            <w:r w:rsidRPr="00F575A4">
              <w:t xml:space="preserve"> forest assessments based on an inventory program.</w:t>
            </w:r>
          </w:p>
          <w:p w14:paraId="329C6091" w14:textId="77777777" w:rsidR="006669A2" w:rsidRPr="00F575A4" w:rsidRDefault="006669A2">
            <w:pPr>
              <w:pStyle w:val="SIText"/>
            </w:pPr>
          </w:p>
          <w:p w14:paraId="34315C04" w14:textId="6D248A5F" w:rsidR="006669A2" w:rsidRPr="00906B89" w:rsidRDefault="006669A2" w:rsidP="00906B89">
            <w:pPr>
              <w:pStyle w:val="SIText"/>
            </w:pPr>
            <w:r w:rsidRPr="00F575A4">
              <w:t xml:space="preserve">The unit applies to </w:t>
            </w:r>
            <w:r w:rsidR="00F575A4">
              <w:t xml:space="preserve">individuals who </w:t>
            </w:r>
            <w:r w:rsidR="00906B89" w:rsidRPr="00906B89">
              <w:t>contribute to the planning and management of forest assessments</w:t>
            </w:r>
            <w:r w:rsidR="00906B89">
              <w:t>.</w:t>
            </w:r>
          </w:p>
          <w:p w14:paraId="63FCCC76" w14:textId="77777777" w:rsidR="00F575A4" w:rsidRDefault="00F575A4" w:rsidP="00F575A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9909600" w14:textId="2E468F86" w:rsidR="00F575A4" w:rsidRPr="00472837" w:rsidRDefault="00F575A4" w:rsidP="00BB652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F3BF5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64A3C7EA" w14:textId="77777777" w:rsidR="006669A2" w:rsidRPr="00F575A4" w:rsidRDefault="006669A2">
            <w:pPr>
              <w:pStyle w:val="SIText"/>
            </w:pPr>
          </w:p>
          <w:p w14:paraId="034C6C33" w14:textId="2DDD5127" w:rsidR="00EA2FCF" w:rsidRPr="000754EC" w:rsidRDefault="00F575A4" w:rsidP="006669A2">
            <w:pPr>
              <w:pStyle w:val="SIText"/>
            </w:pPr>
            <w:r w:rsidRPr="00BB6523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9EC2C41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7F3C126" w:rsidR="00F1480E" w:rsidRPr="000754EC" w:rsidRDefault="00DE6E0D" w:rsidP="00BE0098">
            <w:pPr>
              <w:pStyle w:val="SIText"/>
            </w:pPr>
            <w:r>
              <w:t>Forest Growing and Management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669A2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3DE2B085" w:rsidR="006669A2" w:rsidRPr="006669A2" w:rsidRDefault="006669A2" w:rsidP="006669A2">
            <w:pPr>
              <w:pStyle w:val="SIText"/>
            </w:pPr>
            <w:r w:rsidRPr="006669A2">
              <w:t>1. Plan inventory program</w:t>
            </w:r>
          </w:p>
        </w:tc>
        <w:tc>
          <w:tcPr>
            <w:tcW w:w="3604" w:type="pct"/>
            <w:shd w:val="clear" w:color="auto" w:fill="auto"/>
          </w:tcPr>
          <w:p w14:paraId="144A62B8" w14:textId="5942570E" w:rsidR="006669A2" w:rsidRPr="006669A2" w:rsidRDefault="006669A2" w:rsidP="006669A2">
            <w:r w:rsidRPr="006669A2">
              <w:t xml:space="preserve">1.1 </w:t>
            </w:r>
            <w:r w:rsidR="006956CD">
              <w:t>Identify</w:t>
            </w:r>
            <w:r w:rsidR="006956CD" w:rsidRPr="006669A2">
              <w:t xml:space="preserve"> </w:t>
            </w:r>
            <w:r w:rsidRPr="006669A2">
              <w:t>requirements for an inventory program</w:t>
            </w:r>
          </w:p>
          <w:p w14:paraId="04B9E0B3" w14:textId="25CD07EF" w:rsidR="006669A2" w:rsidRDefault="006669A2" w:rsidP="00A549D8">
            <w:pPr>
              <w:pStyle w:val="SIText"/>
            </w:pPr>
            <w:r w:rsidRPr="006669A2">
              <w:t>1.2</w:t>
            </w:r>
            <w:r w:rsidR="00212EBF">
              <w:t xml:space="preserve"> </w:t>
            </w:r>
            <w:r w:rsidR="00212EBF" w:rsidRPr="00212EBF">
              <w:t xml:space="preserve">Review site factors impacting on forest </w:t>
            </w:r>
            <w:r w:rsidR="00EC3AC4">
              <w:t>inventory</w:t>
            </w:r>
            <w:r w:rsidR="00EC3AC4" w:rsidRPr="00EC3AC4">
              <w:t xml:space="preserve"> p</w:t>
            </w:r>
            <w:r w:rsidR="00D33A7F">
              <w:t>rogram</w:t>
            </w:r>
          </w:p>
          <w:p w14:paraId="69EDDAD0" w14:textId="2CC8A747" w:rsidR="006669A2" w:rsidRPr="006669A2" w:rsidRDefault="006669A2" w:rsidP="006669A2">
            <w:r w:rsidRPr="006669A2">
              <w:t>1.3 C</w:t>
            </w:r>
            <w:r w:rsidR="00A549D8">
              <w:t>onfirm</w:t>
            </w:r>
            <w:r w:rsidRPr="006669A2">
              <w:t xml:space="preserve"> timeline and budget for inventory program</w:t>
            </w:r>
          </w:p>
          <w:p w14:paraId="64F048B5" w14:textId="28C61215" w:rsidR="006669A2" w:rsidRPr="006669A2" w:rsidRDefault="006669A2" w:rsidP="006669A2">
            <w:r w:rsidRPr="006669A2">
              <w:t xml:space="preserve">1.4 Review </w:t>
            </w:r>
            <w:r w:rsidR="00C3049A">
              <w:t>workplace</w:t>
            </w:r>
            <w:r w:rsidR="00C3049A" w:rsidRPr="006669A2">
              <w:t xml:space="preserve"> </w:t>
            </w:r>
            <w:r w:rsidRPr="006669A2">
              <w:t>plans to check impact on tree breeding operation</w:t>
            </w:r>
          </w:p>
          <w:p w14:paraId="71223E36" w14:textId="777D8CFA" w:rsidR="006669A2" w:rsidRPr="006669A2" w:rsidRDefault="006669A2" w:rsidP="00BB6523">
            <w:pPr>
              <w:pStyle w:val="SIText"/>
            </w:pPr>
            <w:r w:rsidRPr="006669A2">
              <w:t xml:space="preserve">1.5 Determine </w:t>
            </w:r>
            <w:r w:rsidR="002C4D24" w:rsidRPr="002C4D24">
              <w:t>sampling techniques</w:t>
            </w:r>
            <w:r w:rsidR="005D03B4">
              <w:t xml:space="preserve">, </w:t>
            </w:r>
            <w:r w:rsidRPr="006669A2">
              <w:t>methods of measurement and frequency of inventory assessment</w:t>
            </w:r>
          </w:p>
          <w:p w14:paraId="49B9A47D" w14:textId="269649BC" w:rsidR="006669A2" w:rsidRDefault="006669A2" w:rsidP="006669A2">
            <w:r w:rsidRPr="006669A2">
              <w:t xml:space="preserve">1.6 Consult </w:t>
            </w:r>
            <w:r w:rsidR="00636EC3">
              <w:t xml:space="preserve">with </w:t>
            </w:r>
            <w:r w:rsidR="00561A6E" w:rsidRPr="00561A6E">
              <w:t xml:space="preserve">colleagues and stakeholders </w:t>
            </w:r>
            <w:r w:rsidRPr="006669A2">
              <w:t>and obtain input to inventory program</w:t>
            </w:r>
          </w:p>
          <w:p w14:paraId="052F17F5" w14:textId="7C6D6737" w:rsidR="001C5291" w:rsidRPr="001C5291" w:rsidRDefault="001C5291" w:rsidP="001C5291">
            <w:r>
              <w:t xml:space="preserve">1.7 </w:t>
            </w:r>
            <w:r w:rsidRPr="001C5291">
              <w:t xml:space="preserve">Liaise and seek support from senior personnel during preparation of draft </w:t>
            </w:r>
            <w:r>
              <w:t>inventory</w:t>
            </w:r>
            <w:r w:rsidRPr="001C5291">
              <w:t xml:space="preserve"> </w:t>
            </w:r>
            <w:r w:rsidR="00D33A7F">
              <w:t>program</w:t>
            </w:r>
            <w:r w:rsidRPr="001C5291">
              <w:t>, as required</w:t>
            </w:r>
          </w:p>
          <w:p w14:paraId="7AB6B2F8" w14:textId="1F872A7E" w:rsidR="001C5291" w:rsidRPr="001C5291" w:rsidRDefault="00281B35" w:rsidP="001C5291">
            <w:pPr>
              <w:pStyle w:val="SIText"/>
            </w:pPr>
            <w:r>
              <w:t>1.8</w:t>
            </w:r>
            <w:r w:rsidR="001C5291" w:rsidRPr="001C5291">
              <w:t xml:space="preserve"> Produce draft </w:t>
            </w:r>
            <w:r w:rsidR="001C5291">
              <w:t>in</w:t>
            </w:r>
            <w:r>
              <w:t>ventory</w:t>
            </w:r>
            <w:r w:rsidR="001C5291" w:rsidRPr="001C5291">
              <w:t xml:space="preserve"> </w:t>
            </w:r>
            <w:r w:rsidR="00D33A7F">
              <w:t>program</w:t>
            </w:r>
            <w:r w:rsidR="001C5291" w:rsidRPr="001C5291">
              <w:t xml:space="preserve"> according to workplace procedures</w:t>
            </w:r>
          </w:p>
          <w:p w14:paraId="1696B99B" w14:textId="2E94EF01" w:rsidR="006669A2" w:rsidRPr="006669A2" w:rsidRDefault="00281B35" w:rsidP="006669A2">
            <w:r>
              <w:t>1.9</w:t>
            </w:r>
            <w:r w:rsidR="001C5291" w:rsidRPr="001C5291">
              <w:t xml:space="preserve"> Communicate </w:t>
            </w:r>
            <w:r>
              <w:t>draft inventory</w:t>
            </w:r>
            <w:r w:rsidR="001C5291" w:rsidRPr="001C5291">
              <w:t xml:space="preserve"> </w:t>
            </w:r>
            <w:r w:rsidR="00D33A7F">
              <w:t>program</w:t>
            </w:r>
            <w:r w:rsidR="001C5291" w:rsidRPr="001C5291">
              <w:t xml:space="preserve"> and performance indicators to appropriate personnel and confirm further actions</w:t>
            </w:r>
          </w:p>
        </w:tc>
      </w:tr>
      <w:tr w:rsidR="006669A2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08E44CD" w:rsidR="006669A2" w:rsidRPr="006669A2" w:rsidRDefault="006669A2" w:rsidP="006669A2">
            <w:pPr>
              <w:pStyle w:val="SIText"/>
            </w:pPr>
            <w:r w:rsidRPr="006669A2">
              <w:t>2. Implement inventory program</w:t>
            </w:r>
          </w:p>
        </w:tc>
        <w:tc>
          <w:tcPr>
            <w:tcW w:w="3604" w:type="pct"/>
            <w:shd w:val="clear" w:color="auto" w:fill="auto"/>
          </w:tcPr>
          <w:p w14:paraId="445DE9CC" w14:textId="33C613DC" w:rsidR="006669A2" w:rsidRPr="006669A2" w:rsidRDefault="006669A2" w:rsidP="006669A2">
            <w:r w:rsidRPr="006669A2">
              <w:t xml:space="preserve">2.1 Implement inventory </w:t>
            </w:r>
            <w:r w:rsidR="00D33A7F">
              <w:t>program</w:t>
            </w:r>
            <w:r w:rsidR="006802DE" w:rsidRPr="006669A2">
              <w:t xml:space="preserve"> </w:t>
            </w:r>
            <w:r w:rsidRPr="006669A2">
              <w:t>according to planned methods, schedule, budget and legislative requirements</w:t>
            </w:r>
          </w:p>
          <w:p w14:paraId="61DF0ABA" w14:textId="50F4A67A" w:rsidR="006669A2" w:rsidRPr="006669A2" w:rsidRDefault="006669A2" w:rsidP="006669A2">
            <w:r w:rsidRPr="006669A2">
              <w:t>2.2 Coordinate required resources and authorisations</w:t>
            </w:r>
          </w:p>
          <w:p w14:paraId="44AB76AF" w14:textId="54A38211" w:rsidR="006669A2" w:rsidRPr="006669A2" w:rsidRDefault="006669A2" w:rsidP="006669A2">
            <w:r w:rsidRPr="006669A2">
              <w:t>2.3 Communicate schedule for inventory assessment to coordinating personnel</w:t>
            </w:r>
          </w:p>
          <w:p w14:paraId="6BB72E57" w14:textId="1FC1A7A9" w:rsidR="006669A2" w:rsidRPr="006669A2" w:rsidRDefault="006669A2" w:rsidP="006669A2">
            <w:pPr>
              <w:pStyle w:val="SIText"/>
            </w:pPr>
            <w:r w:rsidRPr="006669A2">
              <w:t>2.4 Maintain documentation for all stages of the inventory</w:t>
            </w:r>
          </w:p>
        </w:tc>
      </w:tr>
      <w:tr w:rsidR="006669A2" w:rsidRPr="00963A46" w14:paraId="7ABEAE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AF4BBB" w14:textId="00FD1677" w:rsidR="006669A2" w:rsidRPr="006669A2" w:rsidRDefault="006669A2" w:rsidP="006669A2">
            <w:pPr>
              <w:pStyle w:val="SIText"/>
            </w:pPr>
            <w:r w:rsidRPr="006669A2">
              <w:t>3. Monitor inventory assessment</w:t>
            </w:r>
          </w:p>
        </w:tc>
        <w:tc>
          <w:tcPr>
            <w:tcW w:w="3604" w:type="pct"/>
            <w:shd w:val="clear" w:color="auto" w:fill="auto"/>
          </w:tcPr>
          <w:p w14:paraId="05272080" w14:textId="7828AFDB" w:rsidR="00985C6D" w:rsidRPr="00985C6D" w:rsidRDefault="006669A2" w:rsidP="00BB6523">
            <w:pPr>
              <w:pStyle w:val="SIText"/>
            </w:pPr>
            <w:r w:rsidRPr="006669A2">
              <w:t xml:space="preserve">3.1 </w:t>
            </w:r>
            <w:r w:rsidR="00985C6D">
              <w:t>Establish</w:t>
            </w:r>
            <w:r w:rsidR="00985C6D" w:rsidRPr="00985C6D">
              <w:t xml:space="preserve"> a monitoring process to enable reporting against marketing, strategic and business plans</w:t>
            </w:r>
          </w:p>
          <w:p w14:paraId="049D9F60" w14:textId="23D8C4E5" w:rsidR="006669A2" w:rsidRPr="006669A2" w:rsidRDefault="00985C6D" w:rsidP="006669A2">
            <w:r>
              <w:t xml:space="preserve">3.2 </w:t>
            </w:r>
            <w:r w:rsidR="006669A2" w:rsidRPr="006669A2">
              <w:t xml:space="preserve">Identify monitoring points and check inventory assessment to ensure compliance with environmental, </w:t>
            </w:r>
            <w:r w:rsidR="00704BAD">
              <w:t>safety</w:t>
            </w:r>
            <w:r w:rsidR="006669A2" w:rsidRPr="006669A2">
              <w:t xml:space="preserve">, </w:t>
            </w:r>
            <w:r>
              <w:t>workplace</w:t>
            </w:r>
            <w:r w:rsidRPr="006669A2">
              <w:t xml:space="preserve"> </w:t>
            </w:r>
            <w:r w:rsidR="006669A2" w:rsidRPr="006669A2">
              <w:t>and legislative requirements</w:t>
            </w:r>
          </w:p>
          <w:p w14:paraId="3EF93DA5" w14:textId="7B5F5D99" w:rsidR="006669A2" w:rsidRPr="006669A2" w:rsidRDefault="006669A2" w:rsidP="006669A2">
            <w:r w:rsidRPr="006669A2">
              <w:t>3.</w:t>
            </w:r>
            <w:r w:rsidR="00985C6D">
              <w:t>3</w:t>
            </w:r>
            <w:r w:rsidRPr="006669A2">
              <w:t xml:space="preserve"> Amend or revise inventory </w:t>
            </w:r>
            <w:r w:rsidR="006802DE">
              <w:t>p</w:t>
            </w:r>
            <w:r w:rsidR="005D11F5">
              <w:t>rogram</w:t>
            </w:r>
            <w:r w:rsidR="006802DE" w:rsidRPr="006669A2">
              <w:t xml:space="preserve"> </w:t>
            </w:r>
            <w:r w:rsidRPr="006669A2">
              <w:t>and assessment processes to ensure specifications, quality and performance targets are met</w:t>
            </w:r>
          </w:p>
        </w:tc>
      </w:tr>
      <w:tr w:rsidR="006669A2" w:rsidRPr="00963A46" w14:paraId="6EF1B2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D12CAD" w14:textId="17531F34" w:rsidR="006669A2" w:rsidRPr="006669A2" w:rsidRDefault="006669A2" w:rsidP="006669A2">
            <w:pPr>
              <w:pStyle w:val="SIText"/>
            </w:pPr>
            <w:r w:rsidRPr="006669A2">
              <w:lastRenderedPageBreak/>
              <w:t>4. Review inventory assessment</w:t>
            </w:r>
          </w:p>
        </w:tc>
        <w:tc>
          <w:tcPr>
            <w:tcW w:w="3604" w:type="pct"/>
            <w:shd w:val="clear" w:color="auto" w:fill="auto"/>
          </w:tcPr>
          <w:p w14:paraId="6AE0CD8A" w14:textId="075402E4" w:rsidR="006669A2" w:rsidRPr="006669A2" w:rsidRDefault="006669A2" w:rsidP="006669A2">
            <w:r w:rsidRPr="006669A2">
              <w:t xml:space="preserve">4.1 Review inventory assessment </w:t>
            </w:r>
            <w:r w:rsidR="00D33A7F">
              <w:t>according to workplace procedures</w:t>
            </w:r>
          </w:p>
          <w:p w14:paraId="4D3A1FCE" w14:textId="3CFF86B2" w:rsidR="006669A2" w:rsidRPr="006669A2" w:rsidRDefault="006669A2" w:rsidP="006669A2">
            <w:r w:rsidRPr="006669A2">
              <w:t>4.2 Analyse data and information to determine effectiveness of inventory assessment and improvements to future programs</w:t>
            </w:r>
          </w:p>
          <w:p w14:paraId="49E2FD06" w14:textId="77777777" w:rsidR="006669A2" w:rsidRPr="006669A2" w:rsidRDefault="006669A2" w:rsidP="006669A2">
            <w:r w:rsidRPr="006669A2">
              <w:t>4.3 Make recommendations for future programs based on findings of analysis and consultation conducted</w:t>
            </w:r>
          </w:p>
          <w:p w14:paraId="62ABABFB" w14:textId="2411AB32" w:rsidR="006669A2" w:rsidRPr="006669A2" w:rsidRDefault="006669A2" w:rsidP="006669A2">
            <w:r w:rsidRPr="006669A2">
              <w:t>4.4 Record and report on inventory program outcomes to the appropriate personnel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640B7" w:rsidRPr="00336FCA" w:rsidDel="00423CB2" w14:paraId="03BB9C6A" w14:textId="77777777" w:rsidTr="00CA2922">
        <w:tc>
          <w:tcPr>
            <w:tcW w:w="1396" w:type="pct"/>
          </w:tcPr>
          <w:p w14:paraId="79F97EC7" w14:textId="66A0AC40" w:rsidR="00A640B7" w:rsidRPr="00A640B7" w:rsidRDefault="00A640B7" w:rsidP="00A640B7">
            <w:pPr>
              <w:pStyle w:val="SIText"/>
              <w:rPr>
                <w:rStyle w:val="SITemporaryText-red"/>
              </w:rPr>
            </w:pPr>
            <w:r w:rsidRPr="00A640B7">
              <w:t>Reading</w:t>
            </w:r>
          </w:p>
        </w:tc>
        <w:tc>
          <w:tcPr>
            <w:tcW w:w="3604" w:type="pct"/>
          </w:tcPr>
          <w:p w14:paraId="4DAD12EB" w14:textId="073098BC" w:rsidR="00A640B7" w:rsidRPr="00A640B7" w:rsidRDefault="00704BAD" w:rsidP="00A640B7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A640B7" w:rsidRPr="00A640B7">
              <w:t xml:space="preserve">nterpret written regulatory and environmental information affecting forest </w:t>
            </w:r>
            <w:r w:rsidR="00A640B7">
              <w:t>inventory</w:t>
            </w:r>
            <w:r w:rsidR="00A640B7" w:rsidRPr="00A640B7">
              <w:t xml:space="preserve"> plans</w:t>
            </w:r>
          </w:p>
        </w:tc>
      </w:tr>
      <w:tr w:rsidR="00A640B7" w:rsidRPr="00336FCA" w:rsidDel="00423CB2" w14:paraId="1182D4DC" w14:textId="77777777" w:rsidTr="00CA2922">
        <w:tc>
          <w:tcPr>
            <w:tcW w:w="1396" w:type="pct"/>
          </w:tcPr>
          <w:p w14:paraId="40C75B0D" w14:textId="632CAAD3" w:rsidR="00A640B7" w:rsidRPr="00A640B7" w:rsidRDefault="00A640B7" w:rsidP="00A640B7">
            <w:pPr>
              <w:pStyle w:val="SIText"/>
            </w:pPr>
            <w:r w:rsidRPr="00A640B7">
              <w:t>Writing</w:t>
            </w:r>
          </w:p>
        </w:tc>
        <w:tc>
          <w:tcPr>
            <w:tcW w:w="3604" w:type="pct"/>
          </w:tcPr>
          <w:p w14:paraId="3AFCDBA3" w14:textId="76E47F74" w:rsidR="00A640B7" w:rsidRPr="00A640B7" w:rsidRDefault="00704BAD" w:rsidP="00A640B7">
            <w:pPr>
              <w:pStyle w:val="SIBulletList1"/>
            </w:pPr>
            <w:r>
              <w:t>P</w:t>
            </w:r>
            <w:r w:rsidR="00A640B7" w:rsidRPr="00A640B7">
              <w:t xml:space="preserve">repare complex written documents including detailed approval applications for forest </w:t>
            </w:r>
            <w:r w:rsidR="00A640B7">
              <w:t>inventory</w:t>
            </w:r>
            <w:r w:rsidR="00A640B7" w:rsidRPr="00A640B7">
              <w:t xml:space="preserve"> plans.</w:t>
            </w:r>
          </w:p>
        </w:tc>
      </w:tr>
      <w:tr w:rsidR="00704BAD" w:rsidRPr="00336FCA" w:rsidDel="00423CB2" w14:paraId="106F6BC4" w14:textId="77777777" w:rsidTr="00CA2922">
        <w:tc>
          <w:tcPr>
            <w:tcW w:w="1396" w:type="pct"/>
          </w:tcPr>
          <w:p w14:paraId="081CD498" w14:textId="7F4ADDD4" w:rsidR="00704BAD" w:rsidRPr="00A640B7" w:rsidRDefault="00704BAD" w:rsidP="00704BAD">
            <w:pPr>
              <w:pStyle w:val="SIText"/>
            </w:pPr>
            <w:r w:rsidRPr="00A640B7">
              <w:t xml:space="preserve">Oral communication </w:t>
            </w:r>
          </w:p>
        </w:tc>
        <w:tc>
          <w:tcPr>
            <w:tcW w:w="3604" w:type="pct"/>
          </w:tcPr>
          <w:p w14:paraId="55148CEE" w14:textId="4208A7AB" w:rsidR="00704BAD" w:rsidRPr="00A640B7" w:rsidRDefault="00704BAD" w:rsidP="00704BAD">
            <w:pPr>
              <w:pStyle w:val="SIBulletList1"/>
            </w:pPr>
            <w:r>
              <w:t>U</w:t>
            </w:r>
            <w:r w:rsidRPr="00A640B7">
              <w:t xml:space="preserve">se verbal and non-verbal communication and active listening skills to communicate with contractors and resolve issues associated with implementation of forest </w:t>
            </w:r>
            <w:r>
              <w:t>inventory</w:t>
            </w:r>
            <w:r w:rsidRPr="00A640B7">
              <w:t xml:space="preserve"> plans</w:t>
            </w:r>
          </w:p>
        </w:tc>
      </w:tr>
      <w:tr w:rsidR="00704BAD" w:rsidRPr="00336FCA" w:rsidDel="00423CB2" w14:paraId="15F658E4" w14:textId="77777777" w:rsidTr="00CA2922">
        <w:tc>
          <w:tcPr>
            <w:tcW w:w="1396" w:type="pct"/>
          </w:tcPr>
          <w:p w14:paraId="7EE8C46F" w14:textId="30CE01A2" w:rsidR="00704BAD" w:rsidRPr="00A640B7" w:rsidRDefault="00704BAD" w:rsidP="00704BAD">
            <w:pPr>
              <w:pStyle w:val="SIText"/>
            </w:pPr>
            <w:r w:rsidRPr="00A640B7">
              <w:t>Numeracy</w:t>
            </w:r>
          </w:p>
        </w:tc>
        <w:tc>
          <w:tcPr>
            <w:tcW w:w="3604" w:type="pct"/>
          </w:tcPr>
          <w:p w14:paraId="42C4E0F1" w14:textId="00C23F5E" w:rsidR="00704BAD" w:rsidRPr="00A640B7" w:rsidRDefault="00704BAD" w:rsidP="00704BAD">
            <w:pPr>
              <w:pStyle w:val="SIBulletList1"/>
            </w:pPr>
            <w:r>
              <w:t>P</w:t>
            </w:r>
            <w:r w:rsidRPr="00A640B7">
              <w:t xml:space="preserve">erform calculations and conversions </w:t>
            </w:r>
            <w:r>
              <w:t xml:space="preserve">to determine </w:t>
            </w:r>
            <w:r w:rsidRPr="004D7DD0">
              <w:t>current and expected wood volume and yield within a forest</w:t>
            </w:r>
            <w:r w:rsidRPr="004D7DD0" w:rsidDel="004D7DD0">
              <w:t xml:space="preserve"> 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7ECA6902" w:rsidR="00DA54B5" w:rsidRPr="00DA54B5" w:rsidRDefault="006D762B" w:rsidP="00704BAD">
            <w:pPr>
              <w:rPr>
                <w:rStyle w:val="SITemporaryText-red"/>
              </w:rPr>
            </w:pPr>
            <w:r w:rsidRPr="006D762B">
              <w:t>FWPFGM</w:t>
            </w:r>
            <w:r w:rsidR="00704BAD">
              <w:t>5</w:t>
            </w:r>
            <w:r w:rsidRPr="006D762B">
              <w:t>XXX Contribute to and implement a forest inventory program</w:t>
            </w:r>
          </w:p>
        </w:tc>
        <w:tc>
          <w:tcPr>
            <w:tcW w:w="1105" w:type="pct"/>
          </w:tcPr>
          <w:p w14:paraId="53825708" w14:textId="43F6654D" w:rsidR="006D762B" w:rsidRPr="006D762B" w:rsidRDefault="006D762B" w:rsidP="006D762B">
            <w:r w:rsidRPr="006D762B">
              <w:t>FWPFGM</w:t>
            </w:r>
            <w:r>
              <w:t>5201</w:t>
            </w:r>
            <w:r w:rsidRPr="006D762B">
              <w:t xml:space="preserve"> </w:t>
            </w:r>
            <w:r>
              <w:t>Plan and manage an</w:t>
            </w:r>
            <w:r w:rsidRPr="006D762B">
              <w:t xml:space="preserve"> inventory program</w:t>
            </w:r>
          </w:p>
          <w:p w14:paraId="2293AA64" w14:textId="370599F8" w:rsidR="00DA54B5" w:rsidRPr="00DA54B5" w:rsidRDefault="00DA54B5" w:rsidP="00DA54B5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7D3C4B75" w14:textId="5F4B6AEF" w:rsidR="00DA54B5" w:rsidRPr="00DA54B5" w:rsidRDefault="00EC47AE" w:rsidP="00EC47AE">
            <w:pPr>
              <w:pStyle w:val="SIText"/>
              <w:rPr>
                <w:rStyle w:val="SITemporaryText-red"/>
              </w:rPr>
            </w:pPr>
            <w:r w:rsidRPr="00CF1DDA">
              <w:t xml:space="preserve">Redesigned unit that includes content from </w:t>
            </w:r>
            <w:r w:rsidRPr="006D762B">
              <w:t>F</w:t>
            </w:r>
            <w:r w:rsidRPr="00EC47AE">
              <w:t>WPFGM5201 Plan and manage an inventory program</w:t>
            </w:r>
            <w:r>
              <w:t xml:space="preserve"> </w:t>
            </w:r>
            <w:r w:rsidRPr="00CF1DDA">
              <w:t xml:space="preserve">and </w:t>
            </w:r>
            <w:r>
              <w:t>F</w:t>
            </w:r>
            <w:r w:rsidRPr="00EC47AE">
              <w:t>WPFGM6203 Manage sustainable tree inventory</w:t>
            </w:r>
          </w:p>
        </w:tc>
        <w:tc>
          <w:tcPr>
            <w:tcW w:w="1616" w:type="pct"/>
          </w:tcPr>
          <w:p w14:paraId="42D28DBE" w14:textId="77777777" w:rsidR="00DA54B5" w:rsidRPr="00EC47AE" w:rsidRDefault="00DA54B5" w:rsidP="00EC47A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C47AE">
              <w:rPr>
                <w:rStyle w:val="SITemporaryText-red"/>
                <w:color w:val="auto"/>
                <w:sz w:val="20"/>
              </w:rPr>
              <w:t xml:space="preserve">Not equivalent </w:t>
            </w:r>
          </w:p>
          <w:p w14:paraId="6630AC2B" w14:textId="2B17B1E8" w:rsidR="00DA54B5" w:rsidRPr="00EC47AE" w:rsidRDefault="00DA54B5" w:rsidP="00EC47A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  <w:tr w:rsidR="002D49DA" w14:paraId="7EFB7203" w14:textId="77777777" w:rsidTr="00F33FF2">
        <w:tc>
          <w:tcPr>
            <w:tcW w:w="1028" w:type="pct"/>
          </w:tcPr>
          <w:p w14:paraId="6B803FA7" w14:textId="3B656D24" w:rsidR="002D49DA" w:rsidRPr="002D49DA" w:rsidRDefault="008F3BF5" w:rsidP="00704BAD">
            <w:r w:rsidRPr="008F3BF5">
              <w:t>FWPFGM</w:t>
            </w:r>
            <w:r w:rsidR="00704BAD">
              <w:t>5</w:t>
            </w:r>
            <w:r w:rsidRPr="008F3BF5">
              <w:t>XXX Contribute to and implement a forest inventory program</w:t>
            </w:r>
          </w:p>
        </w:tc>
        <w:tc>
          <w:tcPr>
            <w:tcW w:w="1105" w:type="pct"/>
          </w:tcPr>
          <w:p w14:paraId="0A20B648" w14:textId="77777777" w:rsidR="002D49DA" w:rsidRDefault="00244E9F" w:rsidP="002D49DA">
            <w:pPr>
              <w:pStyle w:val="SIText"/>
            </w:pPr>
            <w:r>
              <w:t>FWPFGM6203</w:t>
            </w:r>
            <w:r w:rsidR="00705BDD">
              <w:t xml:space="preserve"> Manage sustainable tree inventory</w:t>
            </w:r>
          </w:p>
          <w:p w14:paraId="3216D365" w14:textId="6CF087FF" w:rsidR="009533F5" w:rsidRPr="002D49DA" w:rsidRDefault="009533F5" w:rsidP="002D49DA">
            <w:pPr>
              <w:pStyle w:val="SIText"/>
            </w:pPr>
          </w:p>
        </w:tc>
        <w:tc>
          <w:tcPr>
            <w:tcW w:w="1251" w:type="pct"/>
          </w:tcPr>
          <w:p w14:paraId="30B8888F" w14:textId="4D32675B" w:rsidR="002D49DA" w:rsidRPr="002D49DA" w:rsidRDefault="00EC47AE" w:rsidP="002D49DA">
            <w:pPr>
              <w:pStyle w:val="SIText"/>
              <w:rPr>
                <w:rStyle w:val="SITemporaryText-blue"/>
              </w:rPr>
            </w:pPr>
            <w:r w:rsidRPr="00CF1DDA">
              <w:t xml:space="preserve">Redesigned unit that includes content from </w:t>
            </w:r>
            <w:r w:rsidRPr="00EC47AE">
              <w:t>FWPFGM5201 Plan and manage an inventory program and FWPFGM6203 Manage sustainable tree inventory</w:t>
            </w:r>
          </w:p>
        </w:tc>
        <w:tc>
          <w:tcPr>
            <w:tcW w:w="1616" w:type="pct"/>
          </w:tcPr>
          <w:p w14:paraId="325B98A3" w14:textId="0F939165" w:rsidR="002D49DA" w:rsidRPr="00EC47AE" w:rsidRDefault="00244E9F" w:rsidP="00EC47A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C47AE">
              <w:rPr>
                <w:rStyle w:val="SITemporaryText-blue"/>
                <w:color w:val="auto"/>
                <w:sz w:val="20"/>
              </w:rPr>
              <w:t>Not 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535D8F71" w14:textId="01885C9C" w:rsidR="00EC47AE" w:rsidRDefault="00EC47AE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3C38611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6D762B" w:rsidRPr="006D762B">
              <w:t>FWPFGM</w:t>
            </w:r>
            <w:r w:rsidR="00EC47AE">
              <w:t>5</w:t>
            </w:r>
            <w:r w:rsidR="006D762B" w:rsidRPr="006D762B">
              <w:t>XXX Contribute to and implement a forest inventory program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11D75D22" w14:textId="77777777" w:rsidR="004C21A9" w:rsidRDefault="004C21A9" w:rsidP="004C21A9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</w:p>
          <w:p w14:paraId="1F57F411" w14:textId="77777777" w:rsidR="00EC47AE" w:rsidRDefault="00EC47AE" w:rsidP="00BB6523">
            <w:pPr>
              <w:pStyle w:val="SIText"/>
              <w:rPr>
                <w:rStyle w:val="SITemporaryText-red"/>
                <w:sz w:val="20"/>
              </w:rPr>
            </w:pPr>
          </w:p>
          <w:p w14:paraId="3F4E2EAA" w14:textId="6E43C2AA" w:rsidR="00556C4C" w:rsidRPr="007E0264" w:rsidRDefault="004D7DD0" w:rsidP="007E0264">
            <w:pPr>
              <w:pStyle w:val="SIText"/>
            </w:pPr>
            <w:r w:rsidRPr="007E0264">
              <w:rPr>
                <w:rStyle w:val="SITemporaryText-red"/>
                <w:color w:val="auto"/>
                <w:sz w:val="20"/>
              </w:rPr>
              <w:t>There must be evidence that</w:t>
            </w:r>
            <w:r w:rsidR="007E0264" w:rsidRPr="007E0264">
              <w:rPr>
                <w:rStyle w:val="SITemporaryText-red"/>
                <w:color w:val="auto"/>
                <w:sz w:val="20"/>
              </w:rPr>
              <w:t>,</w:t>
            </w:r>
            <w:r w:rsidRPr="007E0264">
              <w:rPr>
                <w:rStyle w:val="SITemporaryText-red"/>
                <w:color w:val="auto"/>
                <w:sz w:val="20"/>
              </w:rPr>
              <w:t xml:space="preserve"> </w:t>
            </w:r>
            <w:r w:rsidR="007E0264" w:rsidRPr="007E0264">
              <w:rPr>
                <w:rStyle w:val="SITemporaryText-red"/>
                <w:color w:val="auto"/>
                <w:sz w:val="20"/>
              </w:rPr>
              <w:t>on one occasion</w:t>
            </w:r>
            <w:r w:rsidR="007E0264" w:rsidRPr="007E0264">
              <w:rPr>
                <w:rStyle w:val="SITemporaryText-red"/>
                <w:color w:val="auto"/>
                <w:sz w:val="20"/>
              </w:rPr>
              <w:t xml:space="preserve"> and</w:t>
            </w:r>
            <w:r w:rsidR="007E0264" w:rsidRPr="007E0264">
              <w:rPr>
                <w:rStyle w:val="SITemporaryText-red"/>
                <w:color w:val="auto"/>
                <w:sz w:val="20"/>
              </w:rPr>
              <w:t xml:space="preserve"> under the supervision of a senior forester,</w:t>
            </w:r>
            <w:r w:rsidR="007E0264" w:rsidRPr="007E0264">
              <w:rPr>
                <w:rStyle w:val="SITemporaryText-red"/>
                <w:color w:val="auto"/>
                <w:sz w:val="20"/>
              </w:rPr>
              <w:t xml:space="preserve"> </w:t>
            </w:r>
            <w:r w:rsidRPr="007E0264">
              <w:rPr>
                <w:rStyle w:val="SITemporaryText-red"/>
                <w:color w:val="auto"/>
                <w:sz w:val="20"/>
              </w:rPr>
              <w:t>the individual has developed, coordinated and reviewed the implementation of one forest inventory p</w:t>
            </w:r>
            <w:r w:rsidR="004745BE" w:rsidRPr="007E0264">
              <w:rPr>
                <w:rStyle w:val="SITemporaryText-red"/>
                <w:color w:val="auto"/>
                <w:sz w:val="20"/>
              </w:rPr>
              <w:t>rogram</w:t>
            </w:r>
            <w:r w:rsidRPr="007E0264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BB6523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B6523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B47DC74" w14:textId="77777777" w:rsidR="006669A2" w:rsidRPr="006669A2" w:rsidRDefault="006669A2" w:rsidP="006669A2">
            <w:pPr>
              <w:pStyle w:val="SIBulletList1"/>
            </w:pPr>
            <w:r w:rsidRPr="006669A2">
              <w:t>procedures for the development and implementation of environmental management strategies</w:t>
            </w:r>
          </w:p>
          <w:p w14:paraId="6EE139BC" w14:textId="77777777" w:rsidR="006669A2" w:rsidRPr="006669A2" w:rsidRDefault="006669A2" w:rsidP="006669A2">
            <w:pPr>
              <w:pStyle w:val="SIBulletList1"/>
            </w:pPr>
            <w:r w:rsidRPr="006669A2">
              <w:t>data collection and analysis methods</w:t>
            </w:r>
          </w:p>
          <w:p w14:paraId="5170DB34" w14:textId="77777777" w:rsidR="006669A2" w:rsidRPr="006669A2" w:rsidRDefault="006669A2" w:rsidP="006669A2">
            <w:pPr>
              <w:pStyle w:val="SIBulletList1"/>
            </w:pPr>
            <w:r w:rsidRPr="006669A2">
              <w:t>map and plan preparation techniques</w:t>
            </w:r>
          </w:p>
          <w:p w14:paraId="7196481C" w14:textId="77777777" w:rsidR="006669A2" w:rsidRPr="006669A2" w:rsidRDefault="006669A2" w:rsidP="006669A2">
            <w:pPr>
              <w:pStyle w:val="SIBulletList1"/>
            </w:pPr>
            <w:r w:rsidRPr="006669A2">
              <w:t>characteristics and growth habits of local vegetation</w:t>
            </w:r>
          </w:p>
          <w:p w14:paraId="2D593B6E" w14:textId="77777777" w:rsidR="006669A2" w:rsidRPr="006669A2" w:rsidRDefault="006669A2" w:rsidP="006669A2">
            <w:pPr>
              <w:pStyle w:val="SIBulletList1"/>
            </w:pPr>
            <w:r w:rsidRPr="006669A2">
              <w:t>identification of plant species and their ecological interactions with the environment</w:t>
            </w:r>
          </w:p>
          <w:p w14:paraId="26B3FFA9" w14:textId="77777777" w:rsidR="008E1167" w:rsidRDefault="000B1F8F" w:rsidP="006669A2">
            <w:pPr>
              <w:pStyle w:val="SIBulletList1"/>
            </w:pPr>
            <w:r w:rsidRPr="000B1F8F">
              <w:t xml:space="preserve">common diseases, pests and nutritional deficiencies in a forest </w:t>
            </w:r>
          </w:p>
          <w:p w14:paraId="5349BC1C" w14:textId="40C37D8A" w:rsidR="006669A2" w:rsidRPr="006669A2" w:rsidRDefault="006669A2" w:rsidP="006669A2">
            <w:pPr>
              <w:pStyle w:val="SIBulletList1"/>
            </w:pPr>
            <w:r w:rsidRPr="006669A2">
              <w:t>soil characteristics and topography of local area</w:t>
            </w:r>
          </w:p>
          <w:p w14:paraId="4EC24D25" w14:textId="77777777" w:rsidR="006669A2" w:rsidRPr="006669A2" w:rsidRDefault="006669A2" w:rsidP="006669A2">
            <w:pPr>
              <w:pStyle w:val="SIBulletList1"/>
            </w:pPr>
            <w:r w:rsidRPr="006669A2">
              <w:t>use and application of appropriate survey and assessment equipment</w:t>
            </w:r>
          </w:p>
          <w:p w14:paraId="0F166F84" w14:textId="77777777" w:rsidR="006669A2" w:rsidRPr="006669A2" w:rsidRDefault="006669A2" w:rsidP="006669A2">
            <w:pPr>
              <w:pStyle w:val="SIBulletList1"/>
            </w:pPr>
            <w:r w:rsidRPr="006669A2">
              <w:t>statistical analysis techniques</w:t>
            </w:r>
          </w:p>
          <w:p w14:paraId="6AC0E415" w14:textId="77777777" w:rsidR="006669A2" w:rsidRPr="006669A2" w:rsidRDefault="006669A2" w:rsidP="006669A2">
            <w:pPr>
              <w:pStyle w:val="SIBulletList1"/>
            </w:pPr>
            <w:r w:rsidRPr="006669A2">
              <w:t>sampling techniques applicable to forest assessments</w:t>
            </w:r>
          </w:p>
          <w:p w14:paraId="04FADE43" w14:textId="77777777" w:rsidR="006669A2" w:rsidRPr="006669A2" w:rsidRDefault="006669A2" w:rsidP="006669A2">
            <w:pPr>
              <w:pStyle w:val="SIBulletList1"/>
            </w:pPr>
            <w:r w:rsidRPr="006669A2">
              <w:t>principles of hydrology and the interaction/implications between forests/plantations and water use</w:t>
            </w:r>
          </w:p>
          <w:p w14:paraId="47722143" w14:textId="77777777" w:rsidR="008E1167" w:rsidRDefault="006669A2" w:rsidP="006669A2">
            <w:pPr>
              <w:pStyle w:val="SIBulletList1"/>
            </w:pPr>
            <w:r w:rsidRPr="006669A2">
              <w:t>procedures for recording and reporting workplace information</w:t>
            </w:r>
          </w:p>
          <w:p w14:paraId="594042BC" w14:textId="6C01DF34" w:rsidR="00F1480E" w:rsidRPr="000754EC" w:rsidRDefault="008E1167" w:rsidP="006669A2">
            <w:pPr>
              <w:pStyle w:val="SIBulletList1"/>
            </w:pPr>
            <w:r>
              <w:t xml:space="preserve">method for </w:t>
            </w:r>
            <w:r w:rsidRPr="008E1167">
              <w:t>calculat</w:t>
            </w:r>
            <w:r>
              <w:t>ing</w:t>
            </w:r>
            <w:r w:rsidRPr="008E1167">
              <w:t xml:space="preserve"> the current and expected wood volume and yield within a forest</w:t>
            </w:r>
            <w:r w:rsidR="006669A2" w:rsidRPr="006669A2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4FAE6833" w14:textId="77777777" w:rsidR="00C61EB7" w:rsidRPr="00BB6523" w:rsidRDefault="00C61EB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B6523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0E03C40" w14:textId="77777777" w:rsidR="00C61EB7" w:rsidRPr="00BB6523" w:rsidRDefault="00C61EB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B6523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65744747" w14:textId="3B850FAA" w:rsidR="00C61EB7" w:rsidRPr="00BB6523" w:rsidRDefault="00C61EB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B6523">
              <w:rPr>
                <w:rStyle w:val="SITemporaryText-red"/>
                <w:color w:val="auto"/>
                <w:sz w:val="20"/>
              </w:rPr>
              <w:t>skills must be demonstrated in a forest work environment or an environment that accurately represents workplace conditions</w:t>
            </w:r>
          </w:p>
          <w:p w14:paraId="38DF5B84" w14:textId="77777777" w:rsidR="00C61EB7" w:rsidRPr="00BB6523" w:rsidRDefault="00C61EB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B6523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3DF26A84" w14:textId="540D949A" w:rsidR="00C61EB7" w:rsidRPr="00C61EB7" w:rsidRDefault="00C61EB7" w:rsidP="00C61EB7">
            <w:pPr>
              <w:pStyle w:val="SIBulletList2"/>
            </w:pPr>
            <w:r w:rsidRPr="00C61EB7">
              <w:t xml:space="preserve">computing hardware and software for documenting forest </w:t>
            </w:r>
            <w:r>
              <w:t>inventory</w:t>
            </w:r>
            <w:r w:rsidR="004745BE">
              <w:t xml:space="preserve"> program</w:t>
            </w:r>
          </w:p>
          <w:p w14:paraId="18DD5AB6" w14:textId="244A431E" w:rsidR="005529EB" w:rsidRPr="005529EB" w:rsidRDefault="00C61EB7" w:rsidP="00BB6523">
            <w:pPr>
              <w:pStyle w:val="SIBulletList2"/>
            </w:pPr>
            <w:r w:rsidRPr="00C61EB7">
              <w:t xml:space="preserve">reference materials for </w:t>
            </w:r>
            <w:r w:rsidR="005529EB" w:rsidRPr="005529EB">
              <w:t xml:space="preserve">data, images, geographic and </w:t>
            </w:r>
            <w:r w:rsidR="00375CA9" w:rsidRPr="005529EB">
              <w:t>topographic</w:t>
            </w:r>
            <w:r w:rsidR="005529EB" w:rsidRPr="005529EB">
              <w:t xml:space="preserve"> information, maps and diagrams relating to inventory assessments</w:t>
            </w:r>
          </w:p>
          <w:p w14:paraId="006EA9D1" w14:textId="77777777" w:rsidR="00C61EB7" w:rsidRPr="00BB6523" w:rsidRDefault="00C61EB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B6523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9DDBE62" w14:textId="77777777" w:rsidR="00BB47BC" w:rsidRPr="00BB47BC" w:rsidRDefault="00BB47BC" w:rsidP="00BB47BC">
            <w:pPr>
              <w:pStyle w:val="SIBulletList2"/>
            </w:pPr>
            <w:r w:rsidRPr="00C61EB7">
              <w:t xml:space="preserve">requirements for a forest </w:t>
            </w:r>
            <w:r w:rsidRPr="00BB47BC">
              <w:t>inventory program</w:t>
            </w:r>
          </w:p>
          <w:p w14:paraId="3075714C" w14:textId="23798E67" w:rsidR="00C61EB7" w:rsidRPr="00C61EB7" w:rsidRDefault="00C61EB7" w:rsidP="00C61EB7">
            <w:pPr>
              <w:pStyle w:val="SIBulletList2"/>
            </w:pPr>
            <w:r w:rsidRPr="00C61EB7">
              <w:t xml:space="preserve">workplace standards, policies and procedures for forest </w:t>
            </w:r>
            <w:r>
              <w:t>inventory</w:t>
            </w:r>
            <w:r w:rsidRPr="00C61EB7">
              <w:t xml:space="preserve"> planning</w:t>
            </w:r>
          </w:p>
          <w:p w14:paraId="42B5C7CD" w14:textId="0597969C" w:rsidR="007648FF" w:rsidRDefault="007648FF" w:rsidP="007648FF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applicable to </w:t>
            </w:r>
            <w:r w:rsidRPr="008255F4">
              <w:t>forestry operations</w:t>
            </w:r>
            <w:r>
              <w:t>.</w:t>
            </w:r>
          </w:p>
          <w:p w14:paraId="09AED03F" w14:textId="77777777" w:rsidR="00BB47BC" w:rsidRPr="00C61EB7" w:rsidRDefault="00BB47BC" w:rsidP="00BB47BC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561045C9" w:rsidR="00DA54B5" w:rsidRPr="00DD3C1C" w:rsidRDefault="00C61EB7" w:rsidP="00BB6523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8F3BF5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  <w:r w:rsidRPr="00472837" w:rsidDel="00224B82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8562E" w14:textId="77777777" w:rsidR="00161521" w:rsidRDefault="00161521" w:rsidP="00BF3F0A">
      <w:r>
        <w:separator/>
      </w:r>
    </w:p>
    <w:p w14:paraId="300F0B3D" w14:textId="77777777" w:rsidR="00161521" w:rsidRDefault="00161521"/>
  </w:endnote>
  <w:endnote w:type="continuationSeparator" w:id="0">
    <w:p w14:paraId="3E2BE306" w14:textId="77777777" w:rsidR="00161521" w:rsidRDefault="00161521" w:rsidP="00BF3F0A">
      <w:r>
        <w:continuationSeparator/>
      </w:r>
    </w:p>
    <w:p w14:paraId="34B123FD" w14:textId="77777777" w:rsidR="00161521" w:rsidRDefault="001615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31E5E" w14:textId="77777777" w:rsidR="00161521" w:rsidRDefault="00161521" w:rsidP="00BF3F0A">
      <w:r>
        <w:separator/>
      </w:r>
    </w:p>
    <w:p w14:paraId="77E0DC6E" w14:textId="77777777" w:rsidR="00161521" w:rsidRDefault="00161521"/>
  </w:footnote>
  <w:footnote w:type="continuationSeparator" w:id="0">
    <w:p w14:paraId="17C2EC1E" w14:textId="77777777" w:rsidR="00161521" w:rsidRDefault="00161521" w:rsidP="00BF3F0A">
      <w:r>
        <w:continuationSeparator/>
      </w:r>
    </w:p>
    <w:p w14:paraId="2BE902FB" w14:textId="77777777" w:rsidR="00161521" w:rsidRDefault="001615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702BF03F" w:rsidR="009C2650" w:rsidRPr="006669A2" w:rsidRDefault="006669A2" w:rsidP="006669A2">
    <w:r w:rsidRPr="006669A2">
      <w:t>FWPFGM</w:t>
    </w:r>
    <w:r w:rsidR="00BB6523">
      <w:t>5</w:t>
    </w:r>
    <w:r w:rsidR="000E3D9B">
      <w:t>XXX Contribute to and implement</w:t>
    </w:r>
    <w:r w:rsidR="00A05002">
      <w:t xml:space="preserve"> </w:t>
    </w:r>
    <w:r w:rsidRPr="006669A2">
      <w:t>a</w:t>
    </w:r>
    <w:r w:rsidR="00A05002">
      <w:t xml:space="preserve"> forest</w:t>
    </w:r>
    <w:r w:rsidRPr="006669A2">
      <w:t xml:space="preserve"> inventory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84293"/>
    <w:multiLevelType w:val="multilevel"/>
    <w:tmpl w:val="970C26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9767CB"/>
    <w:multiLevelType w:val="multilevel"/>
    <w:tmpl w:val="359292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24A86C06"/>
    <w:multiLevelType w:val="multilevel"/>
    <w:tmpl w:val="EEBADE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365261"/>
    <w:multiLevelType w:val="multilevel"/>
    <w:tmpl w:val="40C40A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6F24CA"/>
    <w:multiLevelType w:val="multilevel"/>
    <w:tmpl w:val="243A1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71C612C"/>
    <w:multiLevelType w:val="multilevel"/>
    <w:tmpl w:val="63FC14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396A4A"/>
    <w:multiLevelType w:val="multilevel"/>
    <w:tmpl w:val="C100A3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5B07B9"/>
    <w:multiLevelType w:val="multilevel"/>
    <w:tmpl w:val="F01E6E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D11517"/>
    <w:multiLevelType w:val="multilevel"/>
    <w:tmpl w:val="79CE4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4A632FF"/>
    <w:multiLevelType w:val="multilevel"/>
    <w:tmpl w:val="2632AA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2A1C4E"/>
    <w:multiLevelType w:val="multilevel"/>
    <w:tmpl w:val="057CE8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BC0731"/>
    <w:multiLevelType w:val="multilevel"/>
    <w:tmpl w:val="1B027D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923310"/>
    <w:multiLevelType w:val="multilevel"/>
    <w:tmpl w:val="58CCF7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932F4A"/>
    <w:multiLevelType w:val="multilevel"/>
    <w:tmpl w:val="E6DE9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D4D16"/>
    <w:multiLevelType w:val="multilevel"/>
    <w:tmpl w:val="F8F8F6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2"/>
  </w:num>
  <w:num w:numId="3">
    <w:abstractNumId w:val="9"/>
  </w:num>
  <w:num w:numId="4">
    <w:abstractNumId w:val="3"/>
  </w:num>
  <w:num w:numId="5">
    <w:abstractNumId w:val="16"/>
  </w:num>
  <w:num w:numId="6">
    <w:abstractNumId w:val="0"/>
  </w:num>
  <w:num w:numId="7">
    <w:abstractNumId w:val="13"/>
  </w:num>
  <w:num w:numId="8">
    <w:abstractNumId w:val="4"/>
  </w:num>
  <w:num w:numId="9">
    <w:abstractNumId w:val="10"/>
  </w:num>
  <w:num w:numId="10">
    <w:abstractNumId w:val="15"/>
  </w:num>
  <w:num w:numId="11">
    <w:abstractNumId w:val="8"/>
  </w:num>
  <w:num w:numId="12">
    <w:abstractNumId w:val="1"/>
  </w:num>
  <w:num w:numId="13">
    <w:abstractNumId w:val="11"/>
  </w:num>
  <w:num w:numId="14">
    <w:abstractNumId w:val="5"/>
  </w:num>
  <w:num w:numId="15">
    <w:abstractNumId w:val="19"/>
  </w:num>
  <w:num w:numId="16">
    <w:abstractNumId w:val="14"/>
  </w:num>
  <w:num w:numId="17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E0MLQwMbOwtLQwNTVS0lEKTi0uzszPAykwrAUATtQDJiwAAAA=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5A0C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1F8F"/>
    <w:rsid w:val="000B2022"/>
    <w:rsid w:val="000C149A"/>
    <w:rsid w:val="000C224E"/>
    <w:rsid w:val="000E25E6"/>
    <w:rsid w:val="000E2C86"/>
    <w:rsid w:val="000E3D9B"/>
    <w:rsid w:val="000F29F2"/>
    <w:rsid w:val="00101659"/>
    <w:rsid w:val="00105AEA"/>
    <w:rsid w:val="001078BF"/>
    <w:rsid w:val="00132A5A"/>
    <w:rsid w:val="00133957"/>
    <w:rsid w:val="001372F6"/>
    <w:rsid w:val="00144385"/>
    <w:rsid w:val="00146EEC"/>
    <w:rsid w:val="001518A1"/>
    <w:rsid w:val="00151D55"/>
    <w:rsid w:val="00151D76"/>
    <w:rsid w:val="00151D93"/>
    <w:rsid w:val="00156EF3"/>
    <w:rsid w:val="00161521"/>
    <w:rsid w:val="00176159"/>
    <w:rsid w:val="00176E4F"/>
    <w:rsid w:val="0018546B"/>
    <w:rsid w:val="001A436F"/>
    <w:rsid w:val="001A6A3E"/>
    <w:rsid w:val="001A7B6D"/>
    <w:rsid w:val="001B34D5"/>
    <w:rsid w:val="001B513A"/>
    <w:rsid w:val="001C0A75"/>
    <w:rsid w:val="001C1306"/>
    <w:rsid w:val="001C5291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EBF"/>
    <w:rsid w:val="0021414D"/>
    <w:rsid w:val="00223124"/>
    <w:rsid w:val="00233143"/>
    <w:rsid w:val="00234444"/>
    <w:rsid w:val="00242293"/>
    <w:rsid w:val="00244E9F"/>
    <w:rsid w:val="00244EA7"/>
    <w:rsid w:val="00262FC3"/>
    <w:rsid w:val="0026394F"/>
    <w:rsid w:val="00267AF6"/>
    <w:rsid w:val="0027191C"/>
    <w:rsid w:val="00276D59"/>
    <w:rsid w:val="00276DB8"/>
    <w:rsid w:val="00280859"/>
    <w:rsid w:val="00281B35"/>
    <w:rsid w:val="00282664"/>
    <w:rsid w:val="00285FB8"/>
    <w:rsid w:val="00293F7D"/>
    <w:rsid w:val="002941A0"/>
    <w:rsid w:val="002970C3"/>
    <w:rsid w:val="002A4CD3"/>
    <w:rsid w:val="002A6CC4"/>
    <w:rsid w:val="002C4D24"/>
    <w:rsid w:val="002C55E9"/>
    <w:rsid w:val="002D0C8B"/>
    <w:rsid w:val="002D330A"/>
    <w:rsid w:val="002D49DA"/>
    <w:rsid w:val="002D730A"/>
    <w:rsid w:val="002E170C"/>
    <w:rsid w:val="002E180F"/>
    <w:rsid w:val="002E193E"/>
    <w:rsid w:val="0030082A"/>
    <w:rsid w:val="00305EFF"/>
    <w:rsid w:val="00310A6A"/>
    <w:rsid w:val="003144E6"/>
    <w:rsid w:val="00323D6D"/>
    <w:rsid w:val="00337E82"/>
    <w:rsid w:val="00346FDC"/>
    <w:rsid w:val="00347AEA"/>
    <w:rsid w:val="00350BB1"/>
    <w:rsid w:val="00352C83"/>
    <w:rsid w:val="00366805"/>
    <w:rsid w:val="0037067D"/>
    <w:rsid w:val="00373436"/>
    <w:rsid w:val="00375CA9"/>
    <w:rsid w:val="00381593"/>
    <w:rsid w:val="00386B9E"/>
    <w:rsid w:val="0038735B"/>
    <w:rsid w:val="003916D1"/>
    <w:rsid w:val="00394C90"/>
    <w:rsid w:val="003A21F0"/>
    <w:rsid w:val="003A277F"/>
    <w:rsid w:val="003A5280"/>
    <w:rsid w:val="003A58BA"/>
    <w:rsid w:val="003A5AE7"/>
    <w:rsid w:val="003A7221"/>
    <w:rsid w:val="003B3493"/>
    <w:rsid w:val="003B5D79"/>
    <w:rsid w:val="003C13AE"/>
    <w:rsid w:val="003C6EA6"/>
    <w:rsid w:val="003C7152"/>
    <w:rsid w:val="003D2E73"/>
    <w:rsid w:val="003E72B6"/>
    <w:rsid w:val="003E7BBE"/>
    <w:rsid w:val="004127E3"/>
    <w:rsid w:val="00421B09"/>
    <w:rsid w:val="0043212E"/>
    <w:rsid w:val="00434366"/>
    <w:rsid w:val="00434ECE"/>
    <w:rsid w:val="00444423"/>
    <w:rsid w:val="00452F3E"/>
    <w:rsid w:val="00452F51"/>
    <w:rsid w:val="0046239A"/>
    <w:rsid w:val="00462731"/>
    <w:rsid w:val="004640AE"/>
    <w:rsid w:val="004679E3"/>
    <w:rsid w:val="00472837"/>
    <w:rsid w:val="004745BE"/>
    <w:rsid w:val="00475172"/>
    <w:rsid w:val="004758B0"/>
    <w:rsid w:val="0048015C"/>
    <w:rsid w:val="004832D2"/>
    <w:rsid w:val="00485559"/>
    <w:rsid w:val="00486AA3"/>
    <w:rsid w:val="004A142B"/>
    <w:rsid w:val="004A1F3D"/>
    <w:rsid w:val="004A3860"/>
    <w:rsid w:val="004A3BBF"/>
    <w:rsid w:val="004A44E8"/>
    <w:rsid w:val="004A581D"/>
    <w:rsid w:val="004A7706"/>
    <w:rsid w:val="004A77E3"/>
    <w:rsid w:val="004B29B7"/>
    <w:rsid w:val="004B7A28"/>
    <w:rsid w:val="004C1FFC"/>
    <w:rsid w:val="004C21A9"/>
    <w:rsid w:val="004C2244"/>
    <w:rsid w:val="004C79A1"/>
    <w:rsid w:val="004D0D5F"/>
    <w:rsid w:val="004D1569"/>
    <w:rsid w:val="004D44B1"/>
    <w:rsid w:val="004D7DD0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36ECD"/>
    <w:rsid w:val="005405B2"/>
    <w:rsid w:val="005424EC"/>
    <w:rsid w:val="005427C8"/>
    <w:rsid w:val="005446D1"/>
    <w:rsid w:val="005529EB"/>
    <w:rsid w:val="00556C4C"/>
    <w:rsid w:val="00557369"/>
    <w:rsid w:val="00557D22"/>
    <w:rsid w:val="00561A6E"/>
    <w:rsid w:val="00564ADD"/>
    <w:rsid w:val="005708EB"/>
    <w:rsid w:val="005709C8"/>
    <w:rsid w:val="00572E61"/>
    <w:rsid w:val="00575BC6"/>
    <w:rsid w:val="00581C55"/>
    <w:rsid w:val="00583902"/>
    <w:rsid w:val="005A1D70"/>
    <w:rsid w:val="005A3AA5"/>
    <w:rsid w:val="005A6C9C"/>
    <w:rsid w:val="005A74DC"/>
    <w:rsid w:val="005B5146"/>
    <w:rsid w:val="005D03B4"/>
    <w:rsid w:val="005D11F5"/>
    <w:rsid w:val="005D1AFD"/>
    <w:rsid w:val="005E0407"/>
    <w:rsid w:val="005E51E6"/>
    <w:rsid w:val="005F027A"/>
    <w:rsid w:val="005F33CC"/>
    <w:rsid w:val="005F771F"/>
    <w:rsid w:val="006121D4"/>
    <w:rsid w:val="00613B49"/>
    <w:rsid w:val="00616845"/>
    <w:rsid w:val="00620E8E"/>
    <w:rsid w:val="00630D96"/>
    <w:rsid w:val="00633CFE"/>
    <w:rsid w:val="00634FCA"/>
    <w:rsid w:val="00636EC3"/>
    <w:rsid w:val="00643D1B"/>
    <w:rsid w:val="006452B8"/>
    <w:rsid w:val="00652E62"/>
    <w:rsid w:val="006669A2"/>
    <w:rsid w:val="00672023"/>
    <w:rsid w:val="006802DE"/>
    <w:rsid w:val="00686A49"/>
    <w:rsid w:val="00687B62"/>
    <w:rsid w:val="00690C44"/>
    <w:rsid w:val="006956CD"/>
    <w:rsid w:val="006969D9"/>
    <w:rsid w:val="006A2B68"/>
    <w:rsid w:val="006C2F32"/>
    <w:rsid w:val="006D17D4"/>
    <w:rsid w:val="006D1AF9"/>
    <w:rsid w:val="006D38C3"/>
    <w:rsid w:val="006D4448"/>
    <w:rsid w:val="006D516D"/>
    <w:rsid w:val="006D6DFD"/>
    <w:rsid w:val="006D762B"/>
    <w:rsid w:val="006E2C4D"/>
    <w:rsid w:val="006E42FE"/>
    <w:rsid w:val="006F0D02"/>
    <w:rsid w:val="006F10FE"/>
    <w:rsid w:val="006F3622"/>
    <w:rsid w:val="007038EC"/>
    <w:rsid w:val="00704BAD"/>
    <w:rsid w:val="00705BD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943"/>
    <w:rsid w:val="00752C75"/>
    <w:rsid w:val="00757005"/>
    <w:rsid w:val="00761DBE"/>
    <w:rsid w:val="007648FF"/>
    <w:rsid w:val="0076523B"/>
    <w:rsid w:val="00771B60"/>
    <w:rsid w:val="00772B54"/>
    <w:rsid w:val="00781D77"/>
    <w:rsid w:val="00782A0B"/>
    <w:rsid w:val="00783549"/>
    <w:rsid w:val="007860B7"/>
    <w:rsid w:val="00786DC8"/>
    <w:rsid w:val="007A300D"/>
    <w:rsid w:val="007B5138"/>
    <w:rsid w:val="007C6EE5"/>
    <w:rsid w:val="007D5A78"/>
    <w:rsid w:val="007E0264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C86"/>
    <w:rsid w:val="008B2C77"/>
    <w:rsid w:val="008B4AD2"/>
    <w:rsid w:val="008B7138"/>
    <w:rsid w:val="008D05DC"/>
    <w:rsid w:val="008D2B69"/>
    <w:rsid w:val="008E1167"/>
    <w:rsid w:val="008E260C"/>
    <w:rsid w:val="008E39BE"/>
    <w:rsid w:val="008E62EC"/>
    <w:rsid w:val="008F096D"/>
    <w:rsid w:val="008F32F6"/>
    <w:rsid w:val="008F3BF5"/>
    <w:rsid w:val="00906B89"/>
    <w:rsid w:val="00916CD7"/>
    <w:rsid w:val="0092080F"/>
    <w:rsid w:val="00920927"/>
    <w:rsid w:val="00921B38"/>
    <w:rsid w:val="00923720"/>
    <w:rsid w:val="009278C9"/>
    <w:rsid w:val="00932CD7"/>
    <w:rsid w:val="00944C09"/>
    <w:rsid w:val="009527CB"/>
    <w:rsid w:val="009533F5"/>
    <w:rsid w:val="00953835"/>
    <w:rsid w:val="00960F6C"/>
    <w:rsid w:val="0096366B"/>
    <w:rsid w:val="00970747"/>
    <w:rsid w:val="00985C6D"/>
    <w:rsid w:val="0099541D"/>
    <w:rsid w:val="00997BFC"/>
    <w:rsid w:val="009A5900"/>
    <w:rsid w:val="009A6E6C"/>
    <w:rsid w:val="009A6F3F"/>
    <w:rsid w:val="009B331A"/>
    <w:rsid w:val="009C154C"/>
    <w:rsid w:val="009C2650"/>
    <w:rsid w:val="009D15E2"/>
    <w:rsid w:val="009D15FE"/>
    <w:rsid w:val="009D5D2C"/>
    <w:rsid w:val="009F0DCC"/>
    <w:rsid w:val="009F11CA"/>
    <w:rsid w:val="00A027D4"/>
    <w:rsid w:val="00A05002"/>
    <w:rsid w:val="00A0695B"/>
    <w:rsid w:val="00A13052"/>
    <w:rsid w:val="00A13B1B"/>
    <w:rsid w:val="00A216A8"/>
    <w:rsid w:val="00A223A6"/>
    <w:rsid w:val="00A3639E"/>
    <w:rsid w:val="00A5092E"/>
    <w:rsid w:val="00A549D8"/>
    <w:rsid w:val="00A554D6"/>
    <w:rsid w:val="00A56674"/>
    <w:rsid w:val="00A56E14"/>
    <w:rsid w:val="00A640B7"/>
    <w:rsid w:val="00A6476B"/>
    <w:rsid w:val="00A76C6C"/>
    <w:rsid w:val="00A87356"/>
    <w:rsid w:val="00A92DD1"/>
    <w:rsid w:val="00AA31F4"/>
    <w:rsid w:val="00AA5338"/>
    <w:rsid w:val="00AA5927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E79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B47BC"/>
    <w:rsid w:val="00BB6523"/>
    <w:rsid w:val="00BC5075"/>
    <w:rsid w:val="00BC5419"/>
    <w:rsid w:val="00BC6045"/>
    <w:rsid w:val="00BD3B0F"/>
    <w:rsid w:val="00BD4BBA"/>
    <w:rsid w:val="00BE0098"/>
    <w:rsid w:val="00BE5889"/>
    <w:rsid w:val="00BF1D4C"/>
    <w:rsid w:val="00BF3F0A"/>
    <w:rsid w:val="00C143C3"/>
    <w:rsid w:val="00C1739B"/>
    <w:rsid w:val="00C21ADE"/>
    <w:rsid w:val="00C26067"/>
    <w:rsid w:val="00C3049A"/>
    <w:rsid w:val="00C30A29"/>
    <w:rsid w:val="00C317DC"/>
    <w:rsid w:val="00C578E9"/>
    <w:rsid w:val="00C61696"/>
    <w:rsid w:val="00C61EB7"/>
    <w:rsid w:val="00C70626"/>
    <w:rsid w:val="00C72860"/>
    <w:rsid w:val="00C73582"/>
    <w:rsid w:val="00C73B90"/>
    <w:rsid w:val="00C742EC"/>
    <w:rsid w:val="00C96AF3"/>
    <w:rsid w:val="00C97B29"/>
    <w:rsid w:val="00C97CCC"/>
    <w:rsid w:val="00CA0274"/>
    <w:rsid w:val="00CA139A"/>
    <w:rsid w:val="00CA51F1"/>
    <w:rsid w:val="00CB746F"/>
    <w:rsid w:val="00CC451E"/>
    <w:rsid w:val="00CD4E9D"/>
    <w:rsid w:val="00CD4F4D"/>
    <w:rsid w:val="00CE7D19"/>
    <w:rsid w:val="00CF0CF5"/>
    <w:rsid w:val="00CF2B3E"/>
    <w:rsid w:val="00D0201F"/>
    <w:rsid w:val="00D026A5"/>
    <w:rsid w:val="00D033C9"/>
    <w:rsid w:val="00D03685"/>
    <w:rsid w:val="00D07D4E"/>
    <w:rsid w:val="00D115AA"/>
    <w:rsid w:val="00D145BE"/>
    <w:rsid w:val="00D2035A"/>
    <w:rsid w:val="00D20C57"/>
    <w:rsid w:val="00D25D16"/>
    <w:rsid w:val="00D32124"/>
    <w:rsid w:val="00D33A7F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865"/>
    <w:rsid w:val="00DA3C10"/>
    <w:rsid w:val="00DA53B5"/>
    <w:rsid w:val="00DA54B5"/>
    <w:rsid w:val="00DB6B56"/>
    <w:rsid w:val="00DC1D69"/>
    <w:rsid w:val="00DC5A3A"/>
    <w:rsid w:val="00DD0726"/>
    <w:rsid w:val="00DD3C1C"/>
    <w:rsid w:val="00DE3DB1"/>
    <w:rsid w:val="00DE6E0D"/>
    <w:rsid w:val="00DF138A"/>
    <w:rsid w:val="00E12AD9"/>
    <w:rsid w:val="00E238E6"/>
    <w:rsid w:val="00E2602F"/>
    <w:rsid w:val="00E2708E"/>
    <w:rsid w:val="00E312BF"/>
    <w:rsid w:val="00E34CD8"/>
    <w:rsid w:val="00E35064"/>
    <w:rsid w:val="00E3681D"/>
    <w:rsid w:val="00E40225"/>
    <w:rsid w:val="00E46DDB"/>
    <w:rsid w:val="00E501F0"/>
    <w:rsid w:val="00E6166D"/>
    <w:rsid w:val="00E91BFF"/>
    <w:rsid w:val="00E92933"/>
    <w:rsid w:val="00E933B0"/>
    <w:rsid w:val="00E94FAD"/>
    <w:rsid w:val="00E95498"/>
    <w:rsid w:val="00EA2FCF"/>
    <w:rsid w:val="00EB0AA4"/>
    <w:rsid w:val="00EB24B8"/>
    <w:rsid w:val="00EB5C88"/>
    <w:rsid w:val="00EC0469"/>
    <w:rsid w:val="00EC0C3E"/>
    <w:rsid w:val="00EC3AC4"/>
    <w:rsid w:val="00EC47AE"/>
    <w:rsid w:val="00ED3638"/>
    <w:rsid w:val="00ED6C87"/>
    <w:rsid w:val="00EF01F8"/>
    <w:rsid w:val="00EF3268"/>
    <w:rsid w:val="00EF40EF"/>
    <w:rsid w:val="00EF47FE"/>
    <w:rsid w:val="00F004C7"/>
    <w:rsid w:val="00F0092A"/>
    <w:rsid w:val="00F06665"/>
    <w:rsid w:val="00F069BD"/>
    <w:rsid w:val="00F1480E"/>
    <w:rsid w:val="00F1497D"/>
    <w:rsid w:val="00F16AAC"/>
    <w:rsid w:val="00F23AD0"/>
    <w:rsid w:val="00F240EA"/>
    <w:rsid w:val="00F30C7D"/>
    <w:rsid w:val="00F33FF2"/>
    <w:rsid w:val="00F438FC"/>
    <w:rsid w:val="00F46164"/>
    <w:rsid w:val="00F5616F"/>
    <w:rsid w:val="00F56451"/>
    <w:rsid w:val="00F56827"/>
    <w:rsid w:val="00F56906"/>
    <w:rsid w:val="00F575A4"/>
    <w:rsid w:val="00F62866"/>
    <w:rsid w:val="00F65EF0"/>
    <w:rsid w:val="00F71651"/>
    <w:rsid w:val="00F76191"/>
    <w:rsid w:val="00F76CC6"/>
    <w:rsid w:val="00F8149F"/>
    <w:rsid w:val="00F83978"/>
    <w:rsid w:val="00F83D7C"/>
    <w:rsid w:val="00FB232E"/>
    <w:rsid w:val="00FB6B6E"/>
    <w:rsid w:val="00FC002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E040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6D17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A7F0015E-7101-402C-A42E-1BA78A6336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811974-C339-46FD-B076-B16B1D5779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242</TotalTime>
  <Pages>3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101</cp:revision>
  <cp:lastPrinted>2016-05-27T05:21:00Z</cp:lastPrinted>
  <dcterms:created xsi:type="dcterms:W3CDTF">2020-08-25T06:08:00Z</dcterms:created>
  <dcterms:modified xsi:type="dcterms:W3CDTF">2021-05-07T23:03:00Z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